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BD8863" w14:textId="22D317E2" w:rsidR="008D4C29" w:rsidRPr="007751D1" w:rsidRDefault="008D4C29" w:rsidP="00E000D3">
      <w:pPr>
        <w:pStyle w:val="berschrift1"/>
      </w:pPr>
    </w:p>
    <w:p w14:paraId="4C26103C" w14:textId="77777777" w:rsidR="008D4C29" w:rsidRDefault="008D4C29" w:rsidP="008D0934"/>
    <w:p w14:paraId="6B49B891" w14:textId="77777777" w:rsidR="00BD0007" w:rsidRDefault="00BD0007" w:rsidP="008D0934">
      <w:r>
        <w:t>Der/Die</w:t>
      </w:r>
    </w:p>
    <w:p w14:paraId="063A8CAA" w14:textId="77777777" w:rsidR="00BD0007" w:rsidRDefault="00BD0007" w:rsidP="008D0934"/>
    <w:tbl>
      <w:tblPr>
        <w:tblW w:w="0" w:type="auto"/>
        <w:tblInd w:w="113" w:type="dxa"/>
        <w:tblLook w:val="01E0" w:firstRow="1" w:lastRow="1" w:firstColumn="1" w:lastColumn="1" w:noHBand="0" w:noVBand="0"/>
      </w:tblPr>
      <w:tblGrid>
        <w:gridCol w:w="8926"/>
      </w:tblGrid>
      <w:tr w:rsidR="00C5018A" w14:paraId="324CA79C" w14:textId="77777777" w:rsidTr="00FA379B">
        <w:trPr>
          <w:trHeight w:val="567"/>
        </w:trPr>
        <w:tc>
          <w:tcPr>
            <w:tcW w:w="8926" w:type="dxa"/>
            <w:tcBorders>
              <w:bottom w:val="dotted" w:sz="4" w:space="0" w:color="auto"/>
            </w:tcBorders>
            <w:vAlign w:val="center"/>
          </w:tcPr>
          <w:p w14:paraId="0F32FE26" w14:textId="77777777" w:rsidR="00C5018A" w:rsidRDefault="00C5018A" w:rsidP="008D0934"/>
        </w:tc>
      </w:tr>
      <w:tr w:rsidR="00C5018A" w14:paraId="05B8EBC4" w14:textId="77777777" w:rsidTr="00FA379B">
        <w:tc>
          <w:tcPr>
            <w:tcW w:w="8926" w:type="dxa"/>
            <w:tcBorders>
              <w:top w:val="dotted" w:sz="4" w:space="0" w:color="auto"/>
            </w:tcBorders>
          </w:tcPr>
          <w:p w14:paraId="41C6E12A" w14:textId="77777777" w:rsidR="00C5018A" w:rsidRDefault="00C5018A" w:rsidP="008C10B2">
            <w:pPr>
              <w:pStyle w:val="Fuzeile"/>
            </w:pPr>
            <w:r>
              <w:t>Name des Bieters</w:t>
            </w:r>
            <w:r w:rsidR="00F016A6">
              <w:t xml:space="preserve"> (vom Bieter einzutragen)</w:t>
            </w:r>
          </w:p>
        </w:tc>
      </w:tr>
      <w:tr w:rsidR="00C5018A" w14:paraId="120CE367" w14:textId="77777777" w:rsidTr="00FA379B">
        <w:trPr>
          <w:trHeight w:val="567"/>
        </w:trPr>
        <w:tc>
          <w:tcPr>
            <w:tcW w:w="8926" w:type="dxa"/>
            <w:tcBorders>
              <w:bottom w:val="dotted" w:sz="4" w:space="0" w:color="auto"/>
            </w:tcBorders>
            <w:vAlign w:val="center"/>
          </w:tcPr>
          <w:p w14:paraId="22397A13" w14:textId="77777777" w:rsidR="00C5018A" w:rsidRDefault="00C5018A" w:rsidP="008D0934"/>
        </w:tc>
      </w:tr>
      <w:tr w:rsidR="00C5018A" w14:paraId="2DE97AB6" w14:textId="77777777" w:rsidTr="00FA379B">
        <w:tc>
          <w:tcPr>
            <w:tcW w:w="8926" w:type="dxa"/>
            <w:tcBorders>
              <w:top w:val="dotted" w:sz="4" w:space="0" w:color="auto"/>
            </w:tcBorders>
          </w:tcPr>
          <w:p w14:paraId="137C9840" w14:textId="77777777" w:rsidR="00C5018A" w:rsidRDefault="00C5018A" w:rsidP="008C10B2">
            <w:pPr>
              <w:pStyle w:val="Fuzeile"/>
            </w:pPr>
            <w:r>
              <w:t>PLZ, Ort</w:t>
            </w:r>
            <w:r w:rsidR="00F016A6">
              <w:t xml:space="preserve"> (vom Bieter einzutragen)</w:t>
            </w:r>
          </w:p>
        </w:tc>
      </w:tr>
      <w:tr w:rsidR="00C5018A" w14:paraId="5B07409C" w14:textId="77777777" w:rsidTr="00FA379B">
        <w:trPr>
          <w:trHeight w:val="567"/>
        </w:trPr>
        <w:tc>
          <w:tcPr>
            <w:tcW w:w="8926" w:type="dxa"/>
            <w:tcBorders>
              <w:bottom w:val="dotted" w:sz="4" w:space="0" w:color="auto"/>
            </w:tcBorders>
            <w:vAlign w:val="center"/>
          </w:tcPr>
          <w:p w14:paraId="71155914" w14:textId="77777777" w:rsidR="00C5018A" w:rsidRDefault="00C5018A" w:rsidP="008D0934"/>
        </w:tc>
      </w:tr>
      <w:tr w:rsidR="00C5018A" w14:paraId="6E9C99CE" w14:textId="77777777" w:rsidTr="00FA379B">
        <w:tc>
          <w:tcPr>
            <w:tcW w:w="8926" w:type="dxa"/>
            <w:tcBorders>
              <w:top w:val="dotted" w:sz="4" w:space="0" w:color="auto"/>
            </w:tcBorders>
          </w:tcPr>
          <w:p w14:paraId="404693B0" w14:textId="77777777" w:rsidR="00C5018A" w:rsidRDefault="00C5018A" w:rsidP="008C10B2">
            <w:pPr>
              <w:pStyle w:val="Fuzeile"/>
            </w:pPr>
            <w:r>
              <w:t>Anschrift</w:t>
            </w:r>
            <w:r w:rsidR="00F016A6">
              <w:t xml:space="preserve"> (vom Bieter einzutragen)</w:t>
            </w:r>
          </w:p>
        </w:tc>
      </w:tr>
    </w:tbl>
    <w:p w14:paraId="08C56FFF" w14:textId="77777777" w:rsidR="00C5018A" w:rsidRDefault="00C5018A" w:rsidP="008D0934"/>
    <w:p w14:paraId="5A54C707" w14:textId="3CE9596C" w:rsidR="004D551D" w:rsidRDefault="00BD0007" w:rsidP="00E000D3">
      <w:pPr>
        <w:spacing w:line="360" w:lineRule="auto"/>
      </w:pPr>
      <w:r>
        <w:t xml:space="preserve">hat im Rahmen des </w:t>
      </w:r>
      <w:r w:rsidR="00332933">
        <w:t>Ausschreibungsv</w:t>
      </w:r>
      <w:r>
        <w:t>erfahrens</w:t>
      </w:r>
      <w:r w:rsidR="00F01F1C">
        <w:t xml:space="preserve"> </w:t>
      </w:r>
      <w:r w:rsidR="00C2708C">
        <w:t xml:space="preserve">„Textile Vollversorgung“ </w:t>
      </w:r>
      <w:r w:rsidR="00D51DCE">
        <w:t>de</w:t>
      </w:r>
      <w:r w:rsidR="00436809">
        <w:t>s</w:t>
      </w:r>
      <w:r w:rsidR="00D51DCE">
        <w:t xml:space="preserve"> </w:t>
      </w:r>
      <w:r w:rsidR="00436809">
        <w:t xml:space="preserve">Bezirksklinikums </w:t>
      </w:r>
      <w:proofErr w:type="spellStart"/>
      <w:r w:rsidR="00436809">
        <w:t>Wöllershof</w:t>
      </w:r>
      <w:proofErr w:type="spellEnd"/>
      <w:r w:rsidR="00C2708C">
        <w:t xml:space="preserve"> </w:t>
      </w:r>
      <w:r w:rsidR="008C7D70">
        <w:t>g</w:t>
      </w:r>
      <w:r w:rsidR="004677AC">
        <w:t xml:space="preserve">emäß </w:t>
      </w:r>
      <w:r w:rsidR="00C2708C">
        <w:t xml:space="preserve">der </w:t>
      </w:r>
    </w:p>
    <w:p w14:paraId="7E2300C0" w14:textId="77777777" w:rsidR="004D551D" w:rsidRDefault="004D551D" w:rsidP="00E000D3">
      <w:pPr>
        <w:spacing w:line="360" w:lineRule="auto"/>
      </w:pPr>
    </w:p>
    <w:p w14:paraId="0A25E0D0" w14:textId="57924CF5" w:rsidR="004D551D" w:rsidRDefault="00C2708C" w:rsidP="00E000D3">
      <w:pPr>
        <w:spacing w:line="360" w:lineRule="auto"/>
      </w:pPr>
      <w:r>
        <w:t>A</w:t>
      </w:r>
      <w:r w:rsidR="00804674">
        <w:t>ufforderung zur Angebotsabgabe</w:t>
      </w:r>
      <w:r w:rsidR="00332933">
        <w:t xml:space="preserve">, Ziffer </w:t>
      </w:r>
      <w:r w:rsidR="00FA7996">
        <w:t>9</w:t>
      </w:r>
      <w:r w:rsidR="00332933">
        <w:t>.</w:t>
      </w:r>
      <w:r w:rsidR="00804674">
        <w:t>2</w:t>
      </w:r>
      <w:r w:rsidR="00FA7996">
        <w:t>.</w:t>
      </w:r>
      <w:r w:rsidR="00890C47">
        <w:t>2</w:t>
      </w:r>
      <w:r w:rsidR="00332933">
        <w:t xml:space="preserve"> </w:t>
      </w:r>
      <w:proofErr w:type="gramStart"/>
      <w:r w:rsidR="00BD0007">
        <w:t>am</w:t>
      </w:r>
      <w:r w:rsidR="00BD0007" w:rsidRPr="00FA379B">
        <w:t>:</w:t>
      </w:r>
      <w:r w:rsidR="00C5018A" w:rsidRPr="00FA379B">
        <w:t>_</w:t>
      </w:r>
      <w:proofErr w:type="gramEnd"/>
      <w:r w:rsidR="00C5018A" w:rsidRPr="00FA379B">
        <w:t>_______</w:t>
      </w:r>
      <w:r w:rsidR="004D551D">
        <w:t>__________</w:t>
      </w:r>
      <w:r w:rsidR="00C5018A" w:rsidRPr="00FA379B">
        <w:t>_____________</w:t>
      </w:r>
      <w:r w:rsidR="00576E3B" w:rsidRPr="00FA379B">
        <w:t>_____</w:t>
      </w:r>
      <w:r w:rsidR="00BD0007">
        <w:t xml:space="preserve"> an der </w:t>
      </w:r>
    </w:p>
    <w:p w14:paraId="0CDBC14C" w14:textId="77777777" w:rsidR="004D551D" w:rsidRDefault="004D551D" w:rsidP="00E000D3">
      <w:pPr>
        <w:spacing w:line="360" w:lineRule="auto"/>
      </w:pPr>
    </w:p>
    <w:p w14:paraId="19663C5E" w14:textId="6A2E4A0D" w:rsidR="00C5018A" w:rsidRPr="00F01F1C" w:rsidRDefault="00BD0007" w:rsidP="00E000D3">
      <w:pPr>
        <w:spacing w:line="360" w:lineRule="auto"/>
        <w:rPr>
          <w:sz w:val="16"/>
          <w:szCs w:val="16"/>
        </w:rPr>
      </w:pPr>
      <w:r>
        <w:t>vorgeschriebenen Objektbesichtigung teilgenommen.</w:t>
      </w:r>
    </w:p>
    <w:p w14:paraId="02269481" w14:textId="77777777" w:rsidR="00576E3B" w:rsidRDefault="00576E3B" w:rsidP="004677AC">
      <w:pPr>
        <w:spacing w:line="360" w:lineRule="auto"/>
      </w:pPr>
    </w:p>
    <w:p w14:paraId="1D1BCEBD" w14:textId="77777777" w:rsidR="00C5018A" w:rsidRDefault="00545009" w:rsidP="008D0934">
      <w:r>
        <w:t>Als Vertreter des Bieters waren anwesend</w:t>
      </w:r>
      <w:r w:rsidR="00F016A6">
        <w:t xml:space="preserve"> (vom Bieter einzutragen)</w:t>
      </w:r>
      <w:r>
        <w:t>:</w:t>
      </w: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8932"/>
      </w:tblGrid>
      <w:tr w:rsidR="00F54B8B" w14:paraId="273A8BB0" w14:textId="77777777" w:rsidTr="00FA379B">
        <w:trPr>
          <w:trHeight w:val="567"/>
        </w:trPr>
        <w:tc>
          <w:tcPr>
            <w:tcW w:w="8932" w:type="dxa"/>
            <w:tcBorders>
              <w:bottom w:val="dotted" w:sz="4" w:space="0" w:color="auto"/>
            </w:tcBorders>
            <w:vAlign w:val="center"/>
          </w:tcPr>
          <w:p w14:paraId="4ED6F324" w14:textId="77777777" w:rsidR="00F54B8B" w:rsidRDefault="00F54B8B" w:rsidP="008D0934"/>
        </w:tc>
      </w:tr>
      <w:tr w:rsidR="00F54B8B" w14:paraId="04290AF8" w14:textId="77777777" w:rsidTr="00FA379B">
        <w:tc>
          <w:tcPr>
            <w:tcW w:w="8932" w:type="dxa"/>
            <w:tcBorders>
              <w:top w:val="dotted" w:sz="4" w:space="0" w:color="auto"/>
            </w:tcBorders>
          </w:tcPr>
          <w:p w14:paraId="0C0DB017" w14:textId="77777777" w:rsidR="00F54B8B" w:rsidRDefault="00545009" w:rsidP="00F54B8B">
            <w:pPr>
              <w:pStyle w:val="Fuzeile"/>
            </w:pPr>
            <w:proofErr w:type="gramStart"/>
            <w:r>
              <w:t xml:space="preserve">Anrede,   </w:t>
            </w:r>
            <w:proofErr w:type="gramEnd"/>
            <w:r>
              <w:t xml:space="preserve">          Vorname                                   Name                                                                              Unterschrift</w:t>
            </w:r>
          </w:p>
        </w:tc>
      </w:tr>
      <w:tr w:rsidR="00545009" w14:paraId="6C3DF7F7" w14:textId="77777777" w:rsidTr="00FA379B">
        <w:trPr>
          <w:trHeight w:val="567"/>
        </w:trPr>
        <w:tc>
          <w:tcPr>
            <w:tcW w:w="8932" w:type="dxa"/>
            <w:tcBorders>
              <w:bottom w:val="dotted" w:sz="4" w:space="0" w:color="auto"/>
            </w:tcBorders>
            <w:vAlign w:val="center"/>
          </w:tcPr>
          <w:p w14:paraId="359690CE" w14:textId="77777777" w:rsidR="00545009" w:rsidRDefault="00545009" w:rsidP="008D0934"/>
        </w:tc>
      </w:tr>
      <w:tr w:rsidR="00545009" w14:paraId="69ADD829" w14:textId="77777777" w:rsidTr="00FA379B">
        <w:tc>
          <w:tcPr>
            <w:tcW w:w="8932" w:type="dxa"/>
            <w:tcBorders>
              <w:top w:val="dotted" w:sz="4" w:space="0" w:color="auto"/>
            </w:tcBorders>
          </w:tcPr>
          <w:p w14:paraId="205EA35D" w14:textId="77777777" w:rsidR="00545009" w:rsidRDefault="00545009" w:rsidP="00545009">
            <w:pPr>
              <w:pStyle w:val="Fuzeile"/>
            </w:pPr>
            <w:proofErr w:type="gramStart"/>
            <w:r>
              <w:t xml:space="preserve">Anrede,   </w:t>
            </w:r>
            <w:proofErr w:type="gramEnd"/>
            <w:r>
              <w:t xml:space="preserve">          Vorname                                   Name                                                                              Unterschrift</w:t>
            </w:r>
          </w:p>
        </w:tc>
      </w:tr>
      <w:tr w:rsidR="00545009" w14:paraId="40C1CD8A" w14:textId="77777777" w:rsidTr="00FA379B">
        <w:trPr>
          <w:trHeight w:val="567"/>
        </w:trPr>
        <w:tc>
          <w:tcPr>
            <w:tcW w:w="8932" w:type="dxa"/>
            <w:tcBorders>
              <w:bottom w:val="dotted" w:sz="4" w:space="0" w:color="auto"/>
            </w:tcBorders>
            <w:vAlign w:val="center"/>
          </w:tcPr>
          <w:p w14:paraId="4D4A91A2" w14:textId="77777777" w:rsidR="00545009" w:rsidRDefault="00545009" w:rsidP="008D0934"/>
        </w:tc>
      </w:tr>
    </w:tbl>
    <w:p w14:paraId="65F7113B" w14:textId="77777777" w:rsidR="00EB193F" w:rsidRDefault="00EB193F" w:rsidP="008D0934"/>
    <w:p w14:paraId="525CE610" w14:textId="77777777" w:rsidR="00545009" w:rsidRDefault="00545009" w:rsidP="008D0934"/>
    <w:tbl>
      <w:tblPr>
        <w:tblW w:w="0" w:type="auto"/>
        <w:tblInd w:w="122" w:type="dxa"/>
        <w:tblLook w:val="01E0" w:firstRow="1" w:lastRow="1" w:firstColumn="1" w:lastColumn="1" w:noHBand="0" w:noVBand="0"/>
      </w:tblPr>
      <w:tblGrid>
        <w:gridCol w:w="6646"/>
      </w:tblGrid>
      <w:tr w:rsidR="00545009" w14:paraId="11ADC478" w14:textId="77777777" w:rsidTr="00FA379B">
        <w:trPr>
          <w:trHeight w:val="397"/>
        </w:trPr>
        <w:tc>
          <w:tcPr>
            <w:tcW w:w="6646" w:type="dxa"/>
          </w:tcPr>
          <w:p w14:paraId="50F2E7A7" w14:textId="77777777" w:rsidR="00545009" w:rsidRDefault="00545009" w:rsidP="008D0934">
            <w:r>
              <w:t>Bestätigung:</w:t>
            </w:r>
          </w:p>
        </w:tc>
      </w:tr>
      <w:tr w:rsidR="00545009" w14:paraId="68AB6E38" w14:textId="77777777" w:rsidTr="00FA379B">
        <w:trPr>
          <w:trHeight w:val="397"/>
        </w:trPr>
        <w:tc>
          <w:tcPr>
            <w:tcW w:w="6646" w:type="dxa"/>
            <w:tcBorders>
              <w:bottom w:val="dotted" w:sz="4" w:space="0" w:color="auto"/>
            </w:tcBorders>
          </w:tcPr>
          <w:p w14:paraId="5256D80E" w14:textId="77777777" w:rsidR="00545009" w:rsidRDefault="00545009" w:rsidP="008D0934"/>
        </w:tc>
      </w:tr>
      <w:tr w:rsidR="00545009" w14:paraId="6E49AD24" w14:textId="77777777" w:rsidTr="00FA379B">
        <w:trPr>
          <w:trHeight w:val="397"/>
        </w:trPr>
        <w:tc>
          <w:tcPr>
            <w:tcW w:w="6646" w:type="dxa"/>
            <w:tcBorders>
              <w:top w:val="dotted" w:sz="4" w:space="0" w:color="auto"/>
            </w:tcBorders>
          </w:tcPr>
          <w:p w14:paraId="13B05215" w14:textId="77777777" w:rsidR="00545009" w:rsidRDefault="00545009" w:rsidP="005E6E19">
            <w:pPr>
              <w:pStyle w:val="Fuzeile"/>
            </w:pPr>
            <w:r>
              <w:t>Ort und Datum</w:t>
            </w:r>
          </w:p>
        </w:tc>
      </w:tr>
      <w:tr w:rsidR="00545009" w14:paraId="3C10F96C" w14:textId="77777777" w:rsidTr="00FA379B">
        <w:trPr>
          <w:trHeight w:val="454"/>
        </w:trPr>
        <w:tc>
          <w:tcPr>
            <w:tcW w:w="6646" w:type="dxa"/>
            <w:tcBorders>
              <w:bottom w:val="dotted" w:sz="4" w:space="0" w:color="auto"/>
            </w:tcBorders>
          </w:tcPr>
          <w:p w14:paraId="1B844327" w14:textId="77777777" w:rsidR="00545009" w:rsidRDefault="00545009" w:rsidP="008D0934"/>
        </w:tc>
      </w:tr>
      <w:tr w:rsidR="00545009" w14:paraId="3C231030" w14:textId="77777777" w:rsidTr="00FA379B">
        <w:trPr>
          <w:trHeight w:val="737"/>
        </w:trPr>
        <w:tc>
          <w:tcPr>
            <w:tcW w:w="6646" w:type="dxa"/>
            <w:tcBorders>
              <w:top w:val="dotted" w:sz="4" w:space="0" w:color="auto"/>
              <w:bottom w:val="dotted" w:sz="4" w:space="0" w:color="auto"/>
            </w:tcBorders>
          </w:tcPr>
          <w:p w14:paraId="723D7E4C" w14:textId="0E4451BB" w:rsidR="00545009" w:rsidRDefault="004877BE" w:rsidP="0049123C">
            <w:pPr>
              <w:pStyle w:val="Fuzeile"/>
            </w:pPr>
            <w:proofErr w:type="spellStart"/>
            <w:r>
              <w:t>Medbo</w:t>
            </w:r>
            <w:proofErr w:type="spellEnd"/>
            <w:r>
              <w:t xml:space="preserve"> – Bezirksklinikum </w:t>
            </w:r>
            <w:proofErr w:type="spellStart"/>
            <w:r>
              <w:t>Wöllershof</w:t>
            </w:r>
            <w:proofErr w:type="spellEnd"/>
          </w:p>
        </w:tc>
      </w:tr>
      <w:tr w:rsidR="00545009" w14:paraId="73705A73" w14:textId="77777777" w:rsidTr="00FA379B">
        <w:trPr>
          <w:trHeight w:val="397"/>
        </w:trPr>
        <w:tc>
          <w:tcPr>
            <w:tcW w:w="6646" w:type="dxa"/>
            <w:tcBorders>
              <w:top w:val="dotted" w:sz="4" w:space="0" w:color="auto"/>
            </w:tcBorders>
          </w:tcPr>
          <w:p w14:paraId="2830CE8A" w14:textId="77777777" w:rsidR="00545009" w:rsidRDefault="00545009" w:rsidP="005718F0">
            <w:pPr>
              <w:pStyle w:val="Fuzeile"/>
            </w:pPr>
            <w:r>
              <w:t>Unterzeichner, Name und Funktion</w:t>
            </w:r>
          </w:p>
        </w:tc>
      </w:tr>
      <w:tr w:rsidR="00545009" w14:paraId="2948B998" w14:textId="77777777" w:rsidTr="00FA379B">
        <w:trPr>
          <w:trHeight w:val="737"/>
        </w:trPr>
        <w:tc>
          <w:tcPr>
            <w:tcW w:w="6646" w:type="dxa"/>
          </w:tcPr>
          <w:p w14:paraId="384AD135" w14:textId="77777777" w:rsidR="00545009" w:rsidRDefault="00545009" w:rsidP="00EC76C1">
            <w:pPr>
              <w:pStyle w:val="Fuzeile"/>
            </w:pPr>
          </w:p>
        </w:tc>
      </w:tr>
      <w:tr w:rsidR="00545009" w14:paraId="5F3F1587" w14:textId="77777777" w:rsidTr="00FA379B">
        <w:tc>
          <w:tcPr>
            <w:tcW w:w="6646" w:type="dxa"/>
          </w:tcPr>
          <w:p w14:paraId="6604BFCD" w14:textId="77777777" w:rsidR="00545009" w:rsidRDefault="00545009" w:rsidP="00EC76C1">
            <w:pPr>
              <w:pStyle w:val="Fuzeile"/>
            </w:pPr>
            <w:r>
              <w:t>Stempel</w:t>
            </w:r>
          </w:p>
        </w:tc>
      </w:tr>
    </w:tbl>
    <w:p w14:paraId="1229D821" w14:textId="77777777" w:rsidR="00A8107C" w:rsidRDefault="00A8107C" w:rsidP="008D0934"/>
    <w:p w14:paraId="6A5515AB" w14:textId="77777777" w:rsidR="00835A58" w:rsidRDefault="00835A58" w:rsidP="008D0934"/>
    <w:sectPr w:rsidR="00835A58" w:rsidSect="00FA379B">
      <w:headerReference w:type="even" r:id="rId10"/>
      <w:headerReference w:type="default" r:id="rId11"/>
      <w:pgSz w:w="11906" w:h="16838"/>
      <w:pgMar w:top="1843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D75014" w14:textId="77777777" w:rsidR="008C5332" w:rsidRDefault="008C5332">
      <w:r>
        <w:separator/>
      </w:r>
    </w:p>
  </w:endnote>
  <w:endnote w:type="continuationSeparator" w:id="0">
    <w:p w14:paraId="690BF59A" w14:textId="77777777" w:rsidR="008C5332" w:rsidRDefault="008C53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B366ED" w14:textId="77777777" w:rsidR="008C5332" w:rsidRDefault="008C5332">
      <w:r>
        <w:separator/>
      </w:r>
    </w:p>
  </w:footnote>
  <w:footnote w:type="continuationSeparator" w:id="0">
    <w:p w14:paraId="7EC1996E" w14:textId="77777777" w:rsidR="008C5332" w:rsidRDefault="008C53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F031DD" w14:textId="77777777" w:rsidR="00332933" w:rsidRDefault="00332933" w:rsidP="008D0934"/>
  <w:p w14:paraId="0DB59433" w14:textId="77777777" w:rsidR="00332933" w:rsidRDefault="00332933" w:rsidP="008D0934"/>
  <w:p w14:paraId="0A0322C0" w14:textId="77777777" w:rsidR="00332933" w:rsidRDefault="00332933" w:rsidP="008D093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724232" w14:textId="2A685671" w:rsidR="000014B1" w:rsidRDefault="00436809" w:rsidP="000014B1">
    <w:pPr>
      <w:pStyle w:val="berschrift1"/>
    </w:pPr>
    <w:r>
      <w:rPr>
        <w:noProof/>
      </w:rPr>
      <w:drawing>
        <wp:anchor distT="0" distB="0" distL="114300" distR="114300" simplePos="0" relativeHeight="251659264" behindDoc="1" locked="0" layoutInCell="1" allowOverlap="1" wp14:anchorId="5BDAA3EF" wp14:editId="65AD0E88">
          <wp:simplePos x="0" y="0"/>
          <wp:positionH relativeFrom="column">
            <wp:posOffset>3974123</wp:posOffset>
          </wp:positionH>
          <wp:positionV relativeFrom="paragraph">
            <wp:posOffset>-159434</wp:posOffset>
          </wp:positionV>
          <wp:extent cx="1724400" cy="669600"/>
          <wp:effectExtent l="0" t="0" r="0" b="0"/>
          <wp:wrapTight wrapText="bothSides">
            <wp:wrapPolygon edited="0">
              <wp:start x="796" y="2049"/>
              <wp:lineTo x="796" y="19264"/>
              <wp:lineTo x="1750" y="19264"/>
              <wp:lineTo x="1750" y="15985"/>
              <wp:lineTo x="16548" y="15985"/>
              <wp:lineTo x="20367" y="14755"/>
              <wp:lineTo x="20049" y="9427"/>
              <wp:lineTo x="21003" y="3689"/>
              <wp:lineTo x="19412" y="3279"/>
              <wp:lineTo x="1750" y="2049"/>
              <wp:lineTo x="796" y="2049"/>
            </wp:wrapPolygon>
          </wp:wrapTight>
          <wp:docPr id="1179671301" name="Grafik 1" descr="Ein Bild, das Screenshot, Grafiken, Schrift, Grafikdesign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57929486" name="Grafik 1" descr="Ein Bild, das Screenshot, Grafiken, Schrift, Grafikdesign enthält.&#10;&#10;Automatisch generierte Beschreibu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4400" cy="669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11F7C">
      <w:t>Formblatt -</w:t>
    </w:r>
    <w:r w:rsidR="00A11F7C" w:rsidRPr="007751D1">
      <w:t xml:space="preserve"> Bestätigung der </w:t>
    </w:r>
    <w:r w:rsidR="00A11F7C" w:rsidRPr="00A11F7C">
      <w:t xml:space="preserve">Teilnahme an </w:t>
    </w:r>
  </w:p>
  <w:p w14:paraId="2C7280D2" w14:textId="6BEF19A8" w:rsidR="00332933" w:rsidRDefault="00A11F7C" w:rsidP="000014B1">
    <w:pPr>
      <w:pStyle w:val="berschrift1"/>
      <w:rPr>
        <w:noProof/>
        <w:lang w:eastAsia="zh-CN"/>
      </w:rPr>
    </w:pPr>
    <w:r w:rsidRPr="00A11F7C">
      <w:t>der Objektbesichtigung</w:t>
    </w:r>
    <w:r w:rsidR="000014B1">
      <w:rPr>
        <w:noProof/>
        <w:lang w:eastAsia="zh-CN"/>
      </w:rPr>
      <w:t xml:space="preserve"> zur Ausschreibung der</w:t>
    </w:r>
  </w:p>
  <w:p w14:paraId="227B41C3" w14:textId="2579C683" w:rsidR="000014B1" w:rsidRPr="000014B1" w:rsidRDefault="000014B1" w:rsidP="000014B1">
    <w:pPr>
      <w:rPr>
        <w:bCs w:val="0"/>
        <w:sz w:val="24"/>
        <w:szCs w:val="24"/>
      </w:rPr>
    </w:pPr>
    <w:r w:rsidRPr="000014B1">
      <w:rPr>
        <w:bCs w:val="0"/>
        <w:sz w:val="24"/>
        <w:szCs w:val="24"/>
      </w:rPr>
      <w:t>textilen Vollversorgung</w:t>
    </w:r>
    <w:r w:rsidR="00C772F3">
      <w:rPr>
        <w:bCs w:val="0"/>
        <w:sz w:val="24"/>
        <w:szCs w:val="24"/>
      </w:rPr>
      <w:t xml:space="preserve"> Bezirksklinikum </w:t>
    </w:r>
    <w:proofErr w:type="spellStart"/>
    <w:r w:rsidR="004877BE">
      <w:rPr>
        <w:bCs w:val="0"/>
        <w:sz w:val="24"/>
        <w:szCs w:val="24"/>
      </w:rPr>
      <w:t>Wöllershof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2F40F25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14E49D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B0F2D96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3E2A1D8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73862C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FA24D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766AFA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A4478E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63081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18A76D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C35161"/>
    <w:multiLevelType w:val="multilevel"/>
    <w:tmpl w:val="482AD19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none"/>
      <w:isLgl/>
      <w:lvlText w:val="1.1."/>
      <w:lvlJc w:val="left"/>
      <w:pPr>
        <w:tabs>
          <w:tab w:val="num" w:pos="1247"/>
        </w:tabs>
        <w:ind w:left="1247" w:firstLine="19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304" w:hanging="504"/>
      </w:pPr>
      <w:rPr>
        <w:rFonts w:hint="default"/>
      </w:rPr>
    </w:lvl>
    <w:lvl w:ilvl="3">
      <w:start w:val="1"/>
      <w:numFmt w:val="decimal"/>
      <w:lvlText w:val="%4%1.%2."/>
      <w:lvlJc w:val="left"/>
      <w:pPr>
        <w:tabs>
          <w:tab w:val="num" w:pos="1247"/>
        </w:tabs>
        <w:ind w:left="1247" w:hanging="53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331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381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32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48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5400" w:hanging="1440"/>
      </w:pPr>
      <w:rPr>
        <w:rFonts w:hint="default"/>
      </w:rPr>
    </w:lvl>
  </w:abstractNum>
  <w:abstractNum w:abstractNumId="11" w15:restartNumberingAfterBreak="0">
    <w:nsid w:val="19BF635E"/>
    <w:multiLevelType w:val="multilevel"/>
    <w:tmpl w:val="E9DAF37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72"/>
        </w:tabs>
        <w:ind w:left="18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304" w:hanging="504"/>
      </w:pPr>
      <w:rPr>
        <w:rFonts w:hint="default"/>
      </w:rPr>
    </w:lvl>
    <w:lvl w:ilvl="3">
      <w:start w:val="1"/>
      <w:numFmt w:val="decimal"/>
      <w:lvlText w:val="%1.%2."/>
      <w:lvlJc w:val="left"/>
      <w:pPr>
        <w:tabs>
          <w:tab w:val="num" w:pos="3240"/>
        </w:tabs>
        <w:ind w:left="280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331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381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32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48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5400" w:hanging="1440"/>
      </w:pPr>
      <w:rPr>
        <w:rFonts w:hint="default"/>
      </w:rPr>
    </w:lvl>
  </w:abstractNum>
  <w:abstractNum w:abstractNumId="12" w15:restartNumberingAfterBreak="0">
    <w:nsid w:val="1D673E25"/>
    <w:multiLevelType w:val="hybridMultilevel"/>
    <w:tmpl w:val="BDBA1772"/>
    <w:lvl w:ilvl="0" w:tplc="EC3ECA5C">
      <w:start w:val="1"/>
      <w:numFmt w:val="lowerLetter"/>
      <w:lvlText w:val="%1)"/>
      <w:lvlJc w:val="left"/>
      <w:pPr>
        <w:tabs>
          <w:tab w:val="num" w:pos="1607"/>
        </w:tabs>
        <w:ind w:left="1607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2327"/>
        </w:tabs>
        <w:ind w:left="2327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3047"/>
        </w:tabs>
        <w:ind w:left="3047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3767"/>
        </w:tabs>
        <w:ind w:left="3767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4487"/>
        </w:tabs>
        <w:ind w:left="4487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5207"/>
        </w:tabs>
        <w:ind w:left="5207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927"/>
        </w:tabs>
        <w:ind w:left="5927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6647"/>
        </w:tabs>
        <w:ind w:left="6647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7367"/>
        </w:tabs>
        <w:ind w:left="7367" w:hanging="180"/>
      </w:pPr>
    </w:lvl>
  </w:abstractNum>
  <w:abstractNum w:abstractNumId="13" w15:restartNumberingAfterBreak="0">
    <w:nsid w:val="1EAA2193"/>
    <w:multiLevelType w:val="multilevel"/>
    <w:tmpl w:val="81B696E0"/>
    <w:lvl w:ilvl="0">
      <w:start w:val="1"/>
      <w:numFmt w:val="decimal"/>
      <w:pStyle w:val="berschrift3"/>
      <w:lvlText w:val="%1.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1">
      <w:start w:val="1"/>
      <w:numFmt w:val="decimal"/>
      <w:pStyle w:val="berschrift4"/>
      <w:isLgl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781"/>
        </w:tabs>
        <w:ind w:left="178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493"/>
        </w:tabs>
        <w:ind w:left="249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45"/>
        </w:tabs>
        <w:ind w:left="284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557"/>
        </w:tabs>
        <w:ind w:left="355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909"/>
        </w:tabs>
        <w:ind w:left="39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621"/>
        </w:tabs>
        <w:ind w:left="462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973"/>
        </w:tabs>
        <w:ind w:left="4973" w:hanging="1800"/>
      </w:pPr>
      <w:rPr>
        <w:rFonts w:hint="default"/>
      </w:rPr>
    </w:lvl>
  </w:abstractNum>
  <w:abstractNum w:abstractNumId="14" w15:restartNumberingAfterBreak="0">
    <w:nsid w:val="2294505C"/>
    <w:multiLevelType w:val="multilevel"/>
    <w:tmpl w:val="D43E0240"/>
    <w:lvl w:ilvl="0">
      <w:start w:val="1"/>
      <w:numFmt w:val="decimal"/>
      <w:lvlText w:val="%1."/>
      <w:lvlJc w:val="left"/>
      <w:pPr>
        <w:tabs>
          <w:tab w:val="num" w:pos="-11"/>
        </w:tabs>
        <w:ind w:left="-11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1"/>
        </w:tabs>
        <w:ind w:left="421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69"/>
        </w:tabs>
        <w:ind w:left="853" w:hanging="504"/>
      </w:pPr>
      <w:rPr>
        <w:rFonts w:hint="default"/>
      </w:rPr>
    </w:lvl>
    <w:lvl w:ilvl="3">
      <w:start w:val="1"/>
      <w:numFmt w:val="decimal"/>
      <w:lvlText w:val="%4%1.%2."/>
      <w:lvlJc w:val="left"/>
      <w:pPr>
        <w:tabs>
          <w:tab w:val="num" w:pos="1789"/>
        </w:tabs>
        <w:ind w:left="1357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49"/>
        </w:tabs>
        <w:ind w:left="1861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69"/>
        </w:tabs>
        <w:ind w:left="2365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29"/>
        </w:tabs>
        <w:ind w:left="2869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49"/>
        </w:tabs>
        <w:ind w:left="3373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09"/>
        </w:tabs>
        <w:ind w:left="3949" w:hanging="1440"/>
      </w:pPr>
      <w:rPr>
        <w:rFonts w:hint="default"/>
      </w:rPr>
    </w:lvl>
  </w:abstractNum>
  <w:abstractNum w:abstractNumId="15" w15:restartNumberingAfterBreak="0">
    <w:nsid w:val="231C2B39"/>
    <w:multiLevelType w:val="multilevel"/>
    <w:tmpl w:val="81E8493C"/>
    <w:lvl w:ilvl="0">
      <w:start w:val="1"/>
      <w:numFmt w:val="decimal"/>
      <w:lvlText w:val="%1."/>
      <w:lvlJc w:val="left"/>
      <w:pPr>
        <w:tabs>
          <w:tab w:val="num" w:pos="-11"/>
        </w:tabs>
        <w:ind w:left="-11" w:hanging="360"/>
      </w:pPr>
      <w:rPr>
        <w:rFonts w:hint="default"/>
      </w:rPr>
    </w:lvl>
    <w:lvl w:ilvl="1">
      <w:start w:val="1"/>
      <w:numFmt w:val="decimal"/>
      <w:lvlRestart w:val="0"/>
      <w:isLgl/>
      <w:lvlText w:val="%1.%2."/>
      <w:lvlJc w:val="left"/>
      <w:pPr>
        <w:tabs>
          <w:tab w:val="num" w:pos="421"/>
        </w:tabs>
        <w:ind w:left="421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69"/>
        </w:tabs>
        <w:ind w:left="853" w:hanging="504"/>
      </w:pPr>
      <w:rPr>
        <w:rFonts w:hint="default"/>
      </w:rPr>
    </w:lvl>
    <w:lvl w:ilvl="3">
      <w:start w:val="1"/>
      <w:numFmt w:val="decimal"/>
      <w:lvlText w:val="%4%1.%2."/>
      <w:lvlJc w:val="left"/>
      <w:pPr>
        <w:tabs>
          <w:tab w:val="num" w:pos="1789"/>
        </w:tabs>
        <w:ind w:left="1357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49"/>
        </w:tabs>
        <w:ind w:left="1861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69"/>
        </w:tabs>
        <w:ind w:left="2365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29"/>
        </w:tabs>
        <w:ind w:left="2869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49"/>
        </w:tabs>
        <w:ind w:left="3373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09"/>
        </w:tabs>
        <w:ind w:left="3949" w:hanging="1440"/>
      </w:pPr>
      <w:rPr>
        <w:rFonts w:hint="default"/>
      </w:rPr>
    </w:lvl>
  </w:abstractNum>
  <w:abstractNum w:abstractNumId="16" w15:restartNumberingAfterBreak="0">
    <w:nsid w:val="29F67613"/>
    <w:multiLevelType w:val="multilevel"/>
    <w:tmpl w:val="23222604"/>
    <w:lvl w:ilvl="0">
      <w:start w:val="1"/>
      <w:numFmt w:val="decimal"/>
      <w:lvlText w:val="%1."/>
      <w:lvlJc w:val="left"/>
      <w:pPr>
        <w:tabs>
          <w:tab w:val="num" w:pos="-11"/>
        </w:tabs>
        <w:ind w:left="-11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1"/>
        </w:tabs>
        <w:ind w:left="421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69"/>
        </w:tabs>
        <w:ind w:left="853" w:hanging="504"/>
      </w:pPr>
      <w:rPr>
        <w:rFonts w:hint="default"/>
      </w:rPr>
    </w:lvl>
    <w:lvl w:ilvl="3">
      <w:start w:val="1"/>
      <w:numFmt w:val="decimal"/>
      <w:lvlText w:val="%1.%2."/>
      <w:lvlJc w:val="left"/>
      <w:pPr>
        <w:tabs>
          <w:tab w:val="num" w:pos="1789"/>
        </w:tabs>
        <w:ind w:left="1357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49"/>
        </w:tabs>
        <w:ind w:left="1861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69"/>
        </w:tabs>
        <w:ind w:left="2365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29"/>
        </w:tabs>
        <w:ind w:left="2869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49"/>
        </w:tabs>
        <w:ind w:left="3373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09"/>
        </w:tabs>
        <w:ind w:left="3949" w:hanging="1440"/>
      </w:pPr>
      <w:rPr>
        <w:rFonts w:hint="default"/>
      </w:rPr>
    </w:lvl>
  </w:abstractNum>
  <w:abstractNum w:abstractNumId="17" w15:restartNumberingAfterBreak="0">
    <w:nsid w:val="2E7A4AA2"/>
    <w:multiLevelType w:val="hybridMultilevel"/>
    <w:tmpl w:val="BC127A76"/>
    <w:lvl w:ilvl="0" w:tplc="DA1E666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F0D531C"/>
    <w:multiLevelType w:val="multilevel"/>
    <w:tmpl w:val="0C240070"/>
    <w:lvl w:ilvl="0">
      <w:start w:val="1"/>
      <w:numFmt w:val="decimal"/>
      <w:lvlText w:val="%1.1."/>
      <w:lvlJc w:val="left"/>
      <w:pPr>
        <w:tabs>
          <w:tab w:val="num" w:pos="-11"/>
        </w:tabs>
        <w:ind w:left="-11" w:hanging="360"/>
      </w:pPr>
      <w:rPr>
        <w:rFonts w:hint="default"/>
      </w:rPr>
    </w:lvl>
    <w:lvl w:ilvl="1">
      <w:start w:val="1"/>
      <w:numFmt w:val="decimal"/>
      <w:lvlRestart w:val="0"/>
      <w:isLgl/>
      <w:lvlText w:val="%1.%2."/>
      <w:lvlJc w:val="left"/>
      <w:pPr>
        <w:tabs>
          <w:tab w:val="num" w:pos="421"/>
        </w:tabs>
        <w:ind w:left="421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69"/>
        </w:tabs>
        <w:ind w:left="853" w:hanging="504"/>
      </w:pPr>
      <w:rPr>
        <w:rFonts w:hint="default"/>
      </w:rPr>
    </w:lvl>
    <w:lvl w:ilvl="3">
      <w:start w:val="1"/>
      <w:numFmt w:val="decimal"/>
      <w:lvlText w:val="%4%1.%2."/>
      <w:lvlJc w:val="left"/>
      <w:pPr>
        <w:tabs>
          <w:tab w:val="num" w:pos="1789"/>
        </w:tabs>
        <w:ind w:left="1357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49"/>
        </w:tabs>
        <w:ind w:left="1861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69"/>
        </w:tabs>
        <w:ind w:left="2365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29"/>
        </w:tabs>
        <w:ind w:left="2869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49"/>
        </w:tabs>
        <w:ind w:left="3373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09"/>
        </w:tabs>
        <w:ind w:left="3949" w:hanging="1440"/>
      </w:pPr>
      <w:rPr>
        <w:rFonts w:hint="default"/>
      </w:rPr>
    </w:lvl>
  </w:abstractNum>
  <w:abstractNum w:abstractNumId="19" w15:restartNumberingAfterBreak="0">
    <w:nsid w:val="33977150"/>
    <w:multiLevelType w:val="hybridMultilevel"/>
    <w:tmpl w:val="4B00B3E8"/>
    <w:lvl w:ilvl="0" w:tplc="3CD41D5C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  <w:sz w:val="20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5274449"/>
    <w:multiLevelType w:val="hybridMultilevel"/>
    <w:tmpl w:val="C7687DF0"/>
    <w:lvl w:ilvl="0" w:tplc="70F8670A">
      <w:start w:val="1"/>
      <w:numFmt w:val="decimal"/>
      <w:lvlText w:val="%1."/>
      <w:lvlJc w:val="left"/>
      <w:pPr>
        <w:tabs>
          <w:tab w:val="num" w:pos="1077"/>
        </w:tabs>
        <w:ind w:left="1077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5320016"/>
    <w:multiLevelType w:val="hybridMultilevel"/>
    <w:tmpl w:val="AB881976"/>
    <w:lvl w:ilvl="0" w:tplc="183043A6">
      <w:start w:val="1"/>
      <w:numFmt w:val="bullet"/>
      <w:pStyle w:val="Aufzhlung2"/>
      <w:lvlText w:val=""/>
      <w:lvlJc w:val="left"/>
      <w:pPr>
        <w:tabs>
          <w:tab w:val="num" w:pos="1607"/>
        </w:tabs>
        <w:ind w:left="1607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2687"/>
        </w:tabs>
        <w:ind w:left="268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3407"/>
        </w:tabs>
        <w:ind w:left="340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4127"/>
        </w:tabs>
        <w:ind w:left="412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847"/>
        </w:tabs>
        <w:ind w:left="484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567"/>
        </w:tabs>
        <w:ind w:left="556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6287"/>
        </w:tabs>
        <w:ind w:left="628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7007"/>
        </w:tabs>
        <w:ind w:left="700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727"/>
        </w:tabs>
        <w:ind w:left="7727" w:hanging="360"/>
      </w:pPr>
      <w:rPr>
        <w:rFonts w:ascii="Wingdings" w:hAnsi="Wingdings" w:hint="default"/>
      </w:rPr>
    </w:lvl>
  </w:abstractNum>
  <w:abstractNum w:abstractNumId="22" w15:restartNumberingAfterBreak="0">
    <w:nsid w:val="37E16D45"/>
    <w:multiLevelType w:val="hybridMultilevel"/>
    <w:tmpl w:val="A0183CF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8F840B6"/>
    <w:multiLevelType w:val="hybridMultilevel"/>
    <w:tmpl w:val="EB2A710E"/>
    <w:lvl w:ilvl="0" w:tplc="AAAE6676">
      <w:start w:val="1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37"/>
        </w:tabs>
        <w:ind w:left="1437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57"/>
        </w:tabs>
        <w:ind w:left="2157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abstractNum w:abstractNumId="24" w15:restartNumberingAfterBreak="0">
    <w:nsid w:val="3BAF6B9A"/>
    <w:multiLevelType w:val="multilevel"/>
    <w:tmpl w:val="7D50C9B4"/>
    <w:lvl w:ilvl="0">
      <w:start w:val="1"/>
      <w:numFmt w:val="decimal"/>
      <w:lvlText w:val="%1."/>
      <w:lvlJc w:val="left"/>
      <w:pPr>
        <w:tabs>
          <w:tab w:val="num" w:pos="-11"/>
        </w:tabs>
        <w:ind w:left="-11" w:hanging="360"/>
      </w:pPr>
      <w:rPr>
        <w:rFonts w:hint="default"/>
      </w:rPr>
    </w:lvl>
    <w:lvl w:ilvl="1">
      <w:start w:val="1"/>
      <w:numFmt w:val="decimal"/>
      <w:lvlRestart w:val="0"/>
      <w:isLgl/>
      <w:lvlText w:val="%1.%2."/>
      <w:lvlJc w:val="left"/>
      <w:pPr>
        <w:tabs>
          <w:tab w:val="num" w:pos="421"/>
        </w:tabs>
        <w:ind w:left="421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69"/>
        </w:tabs>
        <w:ind w:left="853" w:hanging="504"/>
      </w:pPr>
      <w:rPr>
        <w:rFonts w:hint="default"/>
      </w:rPr>
    </w:lvl>
    <w:lvl w:ilvl="3">
      <w:start w:val="1"/>
      <w:numFmt w:val="decimal"/>
      <w:lvlText w:val="%1.%2."/>
      <w:lvlJc w:val="left"/>
      <w:pPr>
        <w:tabs>
          <w:tab w:val="num" w:pos="1789"/>
        </w:tabs>
        <w:ind w:left="1357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49"/>
        </w:tabs>
        <w:ind w:left="1861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69"/>
        </w:tabs>
        <w:ind w:left="2365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29"/>
        </w:tabs>
        <w:ind w:left="2869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49"/>
        </w:tabs>
        <w:ind w:left="3373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09"/>
        </w:tabs>
        <w:ind w:left="3949" w:hanging="1440"/>
      </w:pPr>
      <w:rPr>
        <w:rFonts w:hint="default"/>
      </w:rPr>
    </w:lvl>
  </w:abstractNum>
  <w:abstractNum w:abstractNumId="25" w15:restartNumberingAfterBreak="0">
    <w:nsid w:val="43153A95"/>
    <w:multiLevelType w:val="multilevel"/>
    <w:tmpl w:val="AA286138"/>
    <w:lvl w:ilvl="0">
      <w:start w:val="1"/>
      <w:numFmt w:val="decimal"/>
      <w:lvlText w:val="%1."/>
      <w:lvlJc w:val="left"/>
      <w:pPr>
        <w:tabs>
          <w:tab w:val="num" w:pos="-11"/>
        </w:tabs>
        <w:ind w:left="-11" w:hanging="360"/>
      </w:pPr>
      <w:rPr>
        <w:rFonts w:hint="default"/>
      </w:rPr>
    </w:lvl>
    <w:lvl w:ilvl="1">
      <w:start w:val="1"/>
      <w:numFmt w:val="decimal"/>
      <w:lvlRestart w:val="0"/>
      <w:lvlText w:val="%1.%2."/>
      <w:lvlJc w:val="left"/>
      <w:pPr>
        <w:tabs>
          <w:tab w:val="num" w:pos="421"/>
        </w:tabs>
        <w:ind w:left="421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69"/>
        </w:tabs>
        <w:ind w:left="853" w:hanging="504"/>
      </w:pPr>
      <w:rPr>
        <w:rFonts w:hint="default"/>
      </w:rPr>
    </w:lvl>
    <w:lvl w:ilvl="3">
      <w:start w:val="1"/>
      <w:numFmt w:val="decimal"/>
      <w:lvlText w:val="%4%1.%2."/>
      <w:lvlJc w:val="left"/>
      <w:pPr>
        <w:tabs>
          <w:tab w:val="num" w:pos="1789"/>
        </w:tabs>
        <w:ind w:left="1357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49"/>
        </w:tabs>
        <w:ind w:left="1861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69"/>
        </w:tabs>
        <w:ind w:left="2365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29"/>
        </w:tabs>
        <w:ind w:left="2869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49"/>
        </w:tabs>
        <w:ind w:left="3373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09"/>
        </w:tabs>
        <w:ind w:left="3949" w:hanging="1440"/>
      </w:pPr>
      <w:rPr>
        <w:rFonts w:hint="default"/>
      </w:rPr>
    </w:lvl>
  </w:abstractNum>
  <w:abstractNum w:abstractNumId="26" w15:restartNumberingAfterBreak="0">
    <w:nsid w:val="44885126"/>
    <w:multiLevelType w:val="multilevel"/>
    <w:tmpl w:val="E9DAF37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72"/>
        </w:tabs>
        <w:ind w:left="18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304" w:hanging="504"/>
      </w:pPr>
      <w:rPr>
        <w:rFonts w:hint="default"/>
      </w:rPr>
    </w:lvl>
    <w:lvl w:ilvl="3">
      <w:start w:val="1"/>
      <w:numFmt w:val="decimal"/>
      <w:lvlText w:val="%1.%2."/>
      <w:lvlJc w:val="left"/>
      <w:pPr>
        <w:tabs>
          <w:tab w:val="num" w:pos="3240"/>
        </w:tabs>
        <w:ind w:left="280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331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381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32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48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5400" w:hanging="1440"/>
      </w:pPr>
      <w:rPr>
        <w:rFonts w:hint="default"/>
      </w:rPr>
    </w:lvl>
  </w:abstractNum>
  <w:abstractNum w:abstractNumId="27" w15:restartNumberingAfterBreak="0">
    <w:nsid w:val="45396E8C"/>
    <w:multiLevelType w:val="multilevel"/>
    <w:tmpl w:val="0407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8" w15:restartNumberingAfterBreak="0">
    <w:nsid w:val="4F4B2C1A"/>
    <w:multiLevelType w:val="multilevel"/>
    <w:tmpl w:val="3006CF9E"/>
    <w:lvl w:ilvl="0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5014627A"/>
    <w:multiLevelType w:val="hybridMultilevel"/>
    <w:tmpl w:val="7A52359A"/>
    <w:lvl w:ilvl="0" w:tplc="F4424E26">
      <w:start w:val="1"/>
      <w:numFmt w:val="lowerLetter"/>
      <w:lvlText w:val="%1)"/>
      <w:lvlJc w:val="left"/>
      <w:pPr>
        <w:tabs>
          <w:tab w:val="num" w:pos="1607"/>
        </w:tabs>
        <w:ind w:left="1607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2327"/>
        </w:tabs>
        <w:ind w:left="2327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3047"/>
        </w:tabs>
        <w:ind w:left="3047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3767"/>
        </w:tabs>
        <w:ind w:left="3767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4487"/>
        </w:tabs>
        <w:ind w:left="4487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5207"/>
        </w:tabs>
        <w:ind w:left="5207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927"/>
        </w:tabs>
        <w:ind w:left="5927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6647"/>
        </w:tabs>
        <w:ind w:left="6647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7367"/>
        </w:tabs>
        <w:ind w:left="7367" w:hanging="180"/>
      </w:pPr>
    </w:lvl>
  </w:abstractNum>
  <w:abstractNum w:abstractNumId="30" w15:restartNumberingAfterBreak="0">
    <w:nsid w:val="50187D88"/>
    <w:multiLevelType w:val="hybridMultilevel"/>
    <w:tmpl w:val="9F2CD3C4"/>
    <w:lvl w:ilvl="0" w:tplc="421A2D92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31" w15:restartNumberingAfterBreak="0">
    <w:nsid w:val="50C5597C"/>
    <w:multiLevelType w:val="hybridMultilevel"/>
    <w:tmpl w:val="A2C6FB92"/>
    <w:lvl w:ilvl="0" w:tplc="6B2E5AC4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2" w15:restartNumberingAfterBreak="0">
    <w:nsid w:val="556A0C87"/>
    <w:multiLevelType w:val="hybridMultilevel"/>
    <w:tmpl w:val="CD943CAC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5CA7833"/>
    <w:multiLevelType w:val="hybridMultilevel"/>
    <w:tmpl w:val="909C4A0A"/>
    <w:lvl w:ilvl="0" w:tplc="1ECE1FA6">
      <w:start w:val="1"/>
      <w:numFmt w:val="lowerLetter"/>
      <w:pStyle w:val="Aufzhlung3"/>
      <w:lvlText w:val="%1)"/>
      <w:lvlJc w:val="left"/>
      <w:pPr>
        <w:tabs>
          <w:tab w:val="num" w:pos="709"/>
        </w:tabs>
        <w:ind w:left="709" w:firstLine="0"/>
      </w:pPr>
      <w:rPr>
        <w:rFonts w:ascii="Arial" w:hAnsi="Arial" w:hint="default"/>
        <w:color w:val="auto"/>
        <w:sz w:val="22"/>
        <w:szCs w:val="22"/>
      </w:rPr>
    </w:lvl>
    <w:lvl w:ilvl="1" w:tplc="0407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4" w15:restartNumberingAfterBreak="0">
    <w:nsid w:val="56897C7A"/>
    <w:multiLevelType w:val="multilevel"/>
    <w:tmpl w:val="0407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5" w15:restartNumberingAfterBreak="0">
    <w:nsid w:val="5D1F2942"/>
    <w:multiLevelType w:val="multilevel"/>
    <w:tmpl w:val="7D50C9B4"/>
    <w:lvl w:ilvl="0">
      <w:start w:val="1"/>
      <w:numFmt w:val="decimal"/>
      <w:lvlText w:val="%1."/>
      <w:lvlJc w:val="left"/>
      <w:pPr>
        <w:tabs>
          <w:tab w:val="num" w:pos="-11"/>
        </w:tabs>
        <w:ind w:left="-11" w:hanging="360"/>
      </w:pPr>
      <w:rPr>
        <w:rFonts w:hint="default"/>
      </w:rPr>
    </w:lvl>
    <w:lvl w:ilvl="1">
      <w:start w:val="1"/>
      <w:numFmt w:val="decimal"/>
      <w:lvlRestart w:val="0"/>
      <w:isLgl/>
      <w:lvlText w:val="%1.%2."/>
      <w:lvlJc w:val="left"/>
      <w:pPr>
        <w:tabs>
          <w:tab w:val="num" w:pos="421"/>
        </w:tabs>
        <w:ind w:left="421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69"/>
        </w:tabs>
        <w:ind w:left="853" w:hanging="504"/>
      </w:pPr>
      <w:rPr>
        <w:rFonts w:hint="default"/>
      </w:rPr>
    </w:lvl>
    <w:lvl w:ilvl="3">
      <w:start w:val="1"/>
      <w:numFmt w:val="decimal"/>
      <w:lvlText w:val="%1.%2."/>
      <w:lvlJc w:val="left"/>
      <w:pPr>
        <w:tabs>
          <w:tab w:val="num" w:pos="1789"/>
        </w:tabs>
        <w:ind w:left="1357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49"/>
        </w:tabs>
        <w:ind w:left="1861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69"/>
        </w:tabs>
        <w:ind w:left="2365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29"/>
        </w:tabs>
        <w:ind w:left="2869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49"/>
        </w:tabs>
        <w:ind w:left="3373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09"/>
        </w:tabs>
        <w:ind w:left="3949" w:hanging="1440"/>
      </w:pPr>
      <w:rPr>
        <w:rFonts w:hint="default"/>
      </w:rPr>
    </w:lvl>
  </w:abstractNum>
  <w:abstractNum w:abstractNumId="36" w15:restartNumberingAfterBreak="0">
    <w:nsid w:val="62355AD9"/>
    <w:multiLevelType w:val="multilevel"/>
    <w:tmpl w:val="0407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7" w15:restartNumberingAfterBreak="0">
    <w:nsid w:val="643D4364"/>
    <w:multiLevelType w:val="multilevel"/>
    <w:tmpl w:val="0407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8" w15:restartNumberingAfterBreak="0">
    <w:nsid w:val="69540E7D"/>
    <w:multiLevelType w:val="multilevel"/>
    <w:tmpl w:val="045C9D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 w15:restartNumberingAfterBreak="0">
    <w:nsid w:val="6E810E34"/>
    <w:multiLevelType w:val="multilevel"/>
    <w:tmpl w:val="EB7A547C"/>
    <w:lvl w:ilvl="0">
      <w:start w:val="1"/>
      <w:numFmt w:val="bullet"/>
      <w:lvlText w:val="o"/>
      <w:lvlJc w:val="left"/>
      <w:pPr>
        <w:tabs>
          <w:tab w:val="num" w:pos="1967"/>
        </w:tabs>
        <w:ind w:left="1967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2687"/>
        </w:tabs>
        <w:ind w:left="268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407"/>
        </w:tabs>
        <w:ind w:left="340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4127"/>
        </w:tabs>
        <w:ind w:left="412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847"/>
        </w:tabs>
        <w:ind w:left="484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567"/>
        </w:tabs>
        <w:ind w:left="556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287"/>
        </w:tabs>
        <w:ind w:left="628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7007"/>
        </w:tabs>
        <w:ind w:left="700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727"/>
        </w:tabs>
        <w:ind w:left="7727" w:hanging="360"/>
      </w:pPr>
      <w:rPr>
        <w:rFonts w:ascii="Wingdings" w:hAnsi="Wingdings" w:hint="default"/>
      </w:rPr>
    </w:lvl>
  </w:abstractNum>
  <w:abstractNum w:abstractNumId="40" w15:restartNumberingAfterBreak="0">
    <w:nsid w:val="6F5309BA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1" w15:restartNumberingAfterBreak="0">
    <w:nsid w:val="75370616"/>
    <w:multiLevelType w:val="multilevel"/>
    <w:tmpl w:val="0407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2" w15:restartNumberingAfterBreak="0">
    <w:nsid w:val="755E7A69"/>
    <w:multiLevelType w:val="multilevel"/>
    <w:tmpl w:val="1CA8D540"/>
    <w:lvl w:ilvl="0">
      <w:start w:val="1"/>
      <w:numFmt w:val="decimal"/>
      <w:lvlText w:val="%1."/>
      <w:lvlJc w:val="left"/>
      <w:pPr>
        <w:tabs>
          <w:tab w:val="num" w:pos="-11"/>
        </w:tabs>
        <w:ind w:left="-11" w:hanging="360"/>
      </w:pPr>
      <w:rPr>
        <w:rFonts w:hint="default"/>
      </w:rPr>
    </w:lvl>
    <w:lvl w:ilvl="1">
      <w:start w:val="1"/>
      <w:numFmt w:val="decimal"/>
      <w:lvlRestart w:val="0"/>
      <w:lvlText w:val="%1.%2."/>
      <w:lvlJc w:val="left"/>
      <w:pPr>
        <w:tabs>
          <w:tab w:val="num" w:pos="421"/>
        </w:tabs>
        <w:ind w:left="421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69"/>
        </w:tabs>
        <w:ind w:left="853" w:hanging="504"/>
      </w:pPr>
      <w:rPr>
        <w:rFonts w:hint="default"/>
      </w:rPr>
    </w:lvl>
    <w:lvl w:ilvl="3">
      <w:start w:val="1"/>
      <w:numFmt w:val="decimal"/>
      <w:lvlText w:val="%4%1.%2."/>
      <w:lvlJc w:val="left"/>
      <w:pPr>
        <w:tabs>
          <w:tab w:val="num" w:pos="1789"/>
        </w:tabs>
        <w:ind w:left="1357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49"/>
        </w:tabs>
        <w:ind w:left="1861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69"/>
        </w:tabs>
        <w:ind w:left="2365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29"/>
        </w:tabs>
        <w:ind w:left="2869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49"/>
        </w:tabs>
        <w:ind w:left="3373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09"/>
        </w:tabs>
        <w:ind w:left="3949" w:hanging="1440"/>
      </w:pPr>
      <w:rPr>
        <w:rFonts w:hint="default"/>
      </w:rPr>
    </w:lvl>
  </w:abstractNum>
  <w:abstractNum w:abstractNumId="43" w15:restartNumberingAfterBreak="0">
    <w:nsid w:val="765910A5"/>
    <w:multiLevelType w:val="multilevel"/>
    <w:tmpl w:val="E9DAF37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72"/>
        </w:tabs>
        <w:ind w:left="18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304" w:hanging="504"/>
      </w:pPr>
      <w:rPr>
        <w:rFonts w:hint="default"/>
      </w:rPr>
    </w:lvl>
    <w:lvl w:ilvl="3">
      <w:start w:val="1"/>
      <w:numFmt w:val="decimal"/>
      <w:lvlText w:val="%1.%2."/>
      <w:lvlJc w:val="left"/>
      <w:pPr>
        <w:tabs>
          <w:tab w:val="num" w:pos="3240"/>
        </w:tabs>
        <w:ind w:left="280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331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381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32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48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5400" w:hanging="1440"/>
      </w:pPr>
      <w:rPr>
        <w:rFonts w:hint="default"/>
      </w:rPr>
    </w:lvl>
  </w:abstractNum>
  <w:abstractNum w:abstractNumId="44" w15:restartNumberingAfterBreak="0">
    <w:nsid w:val="7E474D08"/>
    <w:multiLevelType w:val="multilevel"/>
    <w:tmpl w:val="E9DAF37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72"/>
        </w:tabs>
        <w:ind w:left="18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304" w:hanging="504"/>
      </w:pPr>
      <w:rPr>
        <w:rFonts w:hint="default"/>
      </w:rPr>
    </w:lvl>
    <w:lvl w:ilvl="3">
      <w:start w:val="1"/>
      <w:numFmt w:val="decimal"/>
      <w:lvlText w:val="%1.%2."/>
      <w:lvlJc w:val="left"/>
      <w:pPr>
        <w:tabs>
          <w:tab w:val="num" w:pos="3240"/>
        </w:tabs>
        <w:ind w:left="280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331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381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32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48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5400" w:hanging="1440"/>
      </w:pPr>
      <w:rPr>
        <w:rFonts w:hint="default"/>
      </w:rPr>
    </w:lvl>
  </w:abstractNum>
  <w:num w:numId="1" w16cid:durableId="110978086">
    <w:abstractNumId w:val="17"/>
  </w:num>
  <w:num w:numId="2" w16cid:durableId="472134899">
    <w:abstractNumId w:val="30"/>
  </w:num>
  <w:num w:numId="3" w16cid:durableId="2103329197">
    <w:abstractNumId w:val="23"/>
  </w:num>
  <w:num w:numId="4" w16cid:durableId="1473281906">
    <w:abstractNumId w:val="9"/>
  </w:num>
  <w:num w:numId="5" w16cid:durableId="1592079741">
    <w:abstractNumId w:val="7"/>
  </w:num>
  <w:num w:numId="6" w16cid:durableId="514349612">
    <w:abstractNumId w:val="6"/>
  </w:num>
  <w:num w:numId="7" w16cid:durableId="644966846">
    <w:abstractNumId w:val="5"/>
  </w:num>
  <w:num w:numId="8" w16cid:durableId="1218399579">
    <w:abstractNumId w:val="4"/>
  </w:num>
  <w:num w:numId="9" w16cid:durableId="512837908">
    <w:abstractNumId w:val="8"/>
  </w:num>
  <w:num w:numId="10" w16cid:durableId="1041789036">
    <w:abstractNumId w:val="3"/>
  </w:num>
  <w:num w:numId="11" w16cid:durableId="658776559">
    <w:abstractNumId w:val="2"/>
  </w:num>
  <w:num w:numId="12" w16cid:durableId="66877379">
    <w:abstractNumId w:val="1"/>
  </w:num>
  <w:num w:numId="13" w16cid:durableId="294331199">
    <w:abstractNumId w:val="0"/>
  </w:num>
  <w:num w:numId="14" w16cid:durableId="1233614819">
    <w:abstractNumId w:val="18"/>
  </w:num>
  <w:num w:numId="15" w16cid:durableId="1119489906">
    <w:abstractNumId w:val="38"/>
  </w:num>
  <w:num w:numId="16" w16cid:durableId="1921521052">
    <w:abstractNumId w:val="27"/>
  </w:num>
  <w:num w:numId="17" w16cid:durableId="2123381696">
    <w:abstractNumId w:val="34"/>
  </w:num>
  <w:num w:numId="18" w16cid:durableId="1829051853">
    <w:abstractNumId w:val="36"/>
  </w:num>
  <w:num w:numId="19" w16cid:durableId="1134059695">
    <w:abstractNumId w:val="41"/>
  </w:num>
  <w:num w:numId="20" w16cid:durableId="1556237146">
    <w:abstractNumId w:val="33"/>
  </w:num>
  <w:num w:numId="21" w16cid:durableId="266011016">
    <w:abstractNumId w:val="21"/>
  </w:num>
  <w:num w:numId="22" w16cid:durableId="1955751110">
    <w:abstractNumId w:val="20"/>
  </w:num>
  <w:num w:numId="23" w16cid:durableId="1593857562">
    <w:abstractNumId w:val="13"/>
  </w:num>
  <w:num w:numId="24" w16cid:durableId="19403942">
    <w:abstractNumId w:val="19"/>
  </w:num>
  <w:num w:numId="25" w16cid:durableId="1592818219">
    <w:abstractNumId w:val="32"/>
  </w:num>
  <w:num w:numId="26" w16cid:durableId="469327514">
    <w:abstractNumId w:val="11"/>
  </w:num>
  <w:num w:numId="27" w16cid:durableId="198054691">
    <w:abstractNumId w:val="26"/>
  </w:num>
  <w:num w:numId="28" w16cid:durableId="405149496">
    <w:abstractNumId w:val="40"/>
  </w:num>
  <w:num w:numId="29" w16cid:durableId="722949195">
    <w:abstractNumId w:val="43"/>
  </w:num>
  <w:num w:numId="30" w16cid:durableId="1149053595">
    <w:abstractNumId w:val="44"/>
  </w:num>
  <w:num w:numId="31" w16cid:durableId="1639067778">
    <w:abstractNumId w:val="14"/>
  </w:num>
  <w:num w:numId="32" w16cid:durableId="884680117">
    <w:abstractNumId w:val="16"/>
  </w:num>
  <w:num w:numId="33" w16cid:durableId="1591743230">
    <w:abstractNumId w:val="42"/>
  </w:num>
  <w:num w:numId="34" w16cid:durableId="482740147">
    <w:abstractNumId w:val="25"/>
  </w:num>
  <w:num w:numId="35" w16cid:durableId="510341569">
    <w:abstractNumId w:val="10"/>
  </w:num>
  <w:num w:numId="36" w16cid:durableId="881789717">
    <w:abstractNumId w:val="35"/>
  </w:num>
  <w:num w:numId="37" w16cid:durableId="1533150337">
    <w:abstractNumId w:val="24"/>
  </w:num>
  <w:num w:numId="38" w16cid:durableId="1181239107">
    <w:abstractNumId w:val="15"/>
  </w:num>
  <w:num w:numId="39" w16cid:durableId="181358322">
    <w:abstractNumId w:val="37"/>
  </w:num>
  <w:num w:numId="40" w16cid:durableId="88158977">
    <w:abstractNumId w:val="12"/>
  </w:num>
  <w:num w:numId="41" w16cid:durableId="1088576631">
    <w:abstractNumId w:val="31"/>
  </w:num>
  <w:num w:numId="42" w16cid:durableId="1446845181">
    <w:abstractNumId w:val="29"/>
  </w:num>
  <w:num w:numId="43" w16cid:durableId="2030326029">
    <w:abstractNumId w:val="22"/>
  </w:num>
  <w:num w:numId="44" w16cid:durableId="1583682510">
    <w:abstractNumId w:val="28"/>
  </w:num>
  <w:num w:numId="45" w16cid:durableId="1756172599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4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46CC"/>
    <w:rsid w:val="000014B1"/>
    <w:rsid w:val="00011041"/>
    <w:rsid w:val="00036B76"/>
    <w:rsid w:val="0003704E"/>
    <w:rsid w:val="000650E6"/>
    <w:rsid w:val="000766DE"/>
    <w:rsid w:val="0008020F"/>
    <w:rsid w:val="000F22DF"/>
    <w:rsid w:val="000F4B02"/>
    <w:rsid w:val="000F5394"/>
    <w:rsid w:val="000F6DEE"/>
    <w:rsid w:val="000F7066"/>
    <w:rsid w:val="00111459"/>
    <w:rsid w:val="001208E3"/>
    <w:rsid w:val="00145131"/>
    <w:rsid w:val="00147BC4"/>
    <w:rsid w:val="001600FB"/>
    <w:rsid w:val="0019596E"/>
    <w:rsid w:val="001A642C"/>
    <w:rsid w:val="001A6700"/>
    <w:rsid w:val="001A6DC8"/>
    <w:rsid w:val="001B4595"/>
    <w:rsid w:val="001C02C6"/>
    <w:rsid w:val="001C0AA0"/>
    <w:rsid w:val="001D1554"/>
    <w:rsid w:val="001D6DDC"/>
    <w:rsid w:val="0020021D"/>
    <w:rsid w:val="002010E3"/>
    <w:rsid w:val="002321DB"/>
    <w:rsid w:val="0023672C"/>
    <w:rsid w:val="00247BE1"/>
    <w:rsid w:val="002702ED"/>
    <w:rsid w:val="002708EF"/>
    <w:rsid w:val="00274923"/>
    <w:rsid w:val="002C4E8C"/>
    <w:rsid w:val="002C5C3D"/>
    <w:rsid w:val="002D3FB1"/>
    <w:rsid w:val="002D4D53"/>
    <w:rsid w:val="002D6E29"/>
    <w:rsid w:val="002D77B3"/>
    <w:rsid w:val="00307DEB"/>
    <w:rsid w:val="003253ED"/>
    <w:rsid w:val="003316F7"/>
    <w:rsid w:val="003322CA"/>
    <w:rsid w:val="00332933"/>
    <w:rsid w:val="003413D9"/>
    <w:rsid w:val="00346A71"/>
    <w:rsid w:val="00376849"/>
    <w:rsid w:val="00383339"/>
    <w:rsid w:val="003877E0"/>
    <w:rsid w:val="00395607"/>
    <w:rsid w:val="003B4576"/>
    <w:rsid w:val="003B7022"/>
    <w:rsid w:val="003C040C"/>
    <w:rsid w:val="003C0ECD"/>
    <w:rsid w:val="003C7B87"/>
    <w:rsid w:val="003D14CE"/>
    <w:rsid w:val="003D46F2"/>
    <w:rsid w:val="003E70BB"/>
    <w:rsid w:val="00407471"/>
    <w:rsid w:val="004076BA"/>
    <w:rsid w:val="00420634"/>
    <w:rsid w:val="00436809"/>
    <w:rsid w:val="00443C1A"/>
    <w:rsid w:val="004446CC"/>
    <w:rsid w:val="00451B12"/>
    <w:rsid w:val="004524CB"/>
    <w:rsid w:val="004677AC"/>
    <w:rsid w:val="004701BF"/>
    <w:rsid w:val="00473A97"/>
    <w:rsid w:val="00474B44"/>
    <w:rsid w:val="00481426"/>
    <w:rsid w:val="004874A5"/>
    <w:rsid w:val="004877BE"/>
    <w:rsid w:val="004877CD"/>
    <w:rsid w:val="0049123C"/>
    <w:rsid w:val="004B1637"/>
    <w:rsid w:val="004B7DA6"/>
    <w:rsid w:val="004C299E"/>
    <w:rsid w:val="004C3998"/>
    <w:rsid w:val="004C6DF1"/>
    <w:rsid w:val="004D551D"/>
    <w:rsid w:val="004E6700"/>
    <w:rsid w:val="00505A81"/>
    <w:rsid w:val="00507B83"/>
    <w:rsid w:val="00545009"/>
    <w:rsid w:val="005718F0"/>
    <w:rsid w:val="00576E3B"/>
    <w:rsid w:val="005B2DED"/>
    <w:rsid w:val="005B53E6"/>
    <w:rsid w:val="005D4A3F"/>
    <w:rsid w:val="005E1098"/>
    <w:rsid w:val="005E6E19"/>
    <w:rsid w:val="005E7946"/>
    <w:rsid w:val="005F2681"/>
    <w:rsid w:val="005F3B6F"/>
    <w:rsid w:val="00600E97"/>
    <w:rsid w:val="00615C71"/>
    <w:rsid w:val="006259BF"/>
    <w:rsid w:val="00671799"/>
    <w:rsid w:val="00676A05"/>
    <w:rsid w:val="00680E02"/>
    <w:rsid w:val="00687006"/>
    <w:rsid w:val="00687A43"/>
    <w:rsid w:val="006A43BF"/>
    <w:rsid w:val="006B0CF4"/>
    <w:rsid w:val="006C1B60"/>
    <w:rsid w:val="006C5D64"/>
    <w:rsid w:val="006D0538"/>
    <w:rsid w:val="006D09EE"/>
    <w:rsid w:val="006E0C0A"/>
    <w:rsid w:val="006E4DAE"/>
    <w:rsid w:val="00702042"/>
    <w:rsid w:val="00715EAB"/>
    <w:rsid w:val="00717F17"/>
    <w:rsid w:val="007308EA"/>
    <w:rsid w:val="00731130"/>
    <w:rsid w:val="00735595"/>
    <w:rsid w:val="00740176"/>
    <w:rsid w:val="00746444"/>
    <w:rsid w:val="007535BC"/>
    <w:rsid w:val="00756603"/>
    <w:rsid w:val="0076278B"/>
    <w:rsid w:val="0077421E"/>
    <w:rsid w:val="0077497D"/>
    <w:rsid w:val="007751D1"/>
    <w:rsid w:val="00780068"/>
    <w:rsid w:val="0079150A"/>
    <w:rsid w:val="007A7DAE"/>
    <w:rsid w:val="00804674"/>
    <w:rsid w:val="0081362C"/>
    <w:rsid w:val="008158E9"/>
    <w:rsid w:val="00820579"/>
    <w:rsid w:val="008349CD"/>
    <w:rsid w:val="00835A58"/>
    <w:rsid w:val="00880424"/>
    <w:rsid w:val="00890C47"/>
    <w:rsid w:val="008A48CA"/>
    <w:rsid w:val="008C10B2"/>
    <w:rsid w:val="008C5332"/>
    <w:rsid w:val="008C7D70"/>
    <w:rsid w:val="008D0934"/>
    <w:rsid w:val="008D4C29"/>
    <w:rsid w:val="008D70DF"/>
    <w:rsid w:val="008D7903"/>
    <w:rsid w:val="008E5ABD"/>
    <w:rsid w:val="008F44C7"/>
    <w:rsid w:val="00906252"/>
    <w:rsid w:val="00926480"/>
    <w:rsid w:val="00930DD8"/>
    <w:rsid w:val="00954A16"/>
    <w:rsid w:val="00972701"/>
    <w:rsid w:val="00987BCF"/>
    <w:rsid w:val="009A6C84"/>
    <w:rsid w:val="009B7EE7"/>
    <w:rsid w:val="009C1403"/>
    <w:rsid w:val="00A11F7C"/>
    <w:rsid w:val="00A1406E"/>
    <w:rsid w:val="00A25BA9"/>
    <w:rsid w:val="00A34FFE"/>
    <w:rsid w:val="00A431E1"/>
    <w:rsid w:val="00A73116"/>
    <w:rsid w:val="00A742DF"/>
    <w:rsid w:val="00A8107C"/>
    <w:rsid w:val="00A81629"/>
    <w:rsid w:val="00A81793"/>
    <w:rsid w:val="00A859D9"/>
    <w:rsid w:val="00A91A2C"/>
    <w:rsid w:val="00A940CC"/>
    <w:rsid w:val="00A97ECB"/>
    <w:rsid w:val="00AA0A4C"/>
    <w:rsid w:val="00AA3435"/>
    <w:rsid w:val="00AB7BD4"/>
    <w:rsid w:val="00AC3F43"/>
    <w:rsid w:val="00AC4D30"/>
    <w:rsid w:val="00AC5F7E"/>
    <w:rsid w:val="00AD7EB1"/>
    <w:rsid w:val="00B12587"/>
    <w:rsid w:val="00B14696"/>
    <w:rsid w:val="00B213BF"/>
    <w:rsid w:val="00B23DB5"/>
    <w:rsid w:val="00B364DA"/>
    <w:rsid w:val="00B47E6B"/>
    <w:rsid w:val="00B61D7A"/>
    <w:rsid w:val="00B70ECC"/>
    <w:rsid w:val="00B827A2"/>
    <w:rsid w:val="00B840BC"/>
    <w:rsid w:val="00B90D05"/>
    <w:rsid w:val="00BC53BA"/>
    <w:rsid w:val="00BC7B0D"/>
    <w:rsid w:val="00BD0007"/>
    <w:rsid w:val="00BF247F"/>
    <w:rsid w:val="00BF705D"/>
    <w:rsid w:val="00C12C0E"/>
    <w:rsid w:val="00C2708C"/>
    <w:rsid w:val="00C5018A"/>
    <w:rsid w:val="00C62615"/>
    <w:rsid w:val="00C62B91"/>
    <w:rsid w:val="00C70452"/>
    <w:rsid w:val="00C772F3"/>
    <w:rsid w:val="00CB6779"/>
    <w:rsid w:val="00CD0735"/>
    <w:rsid w:val="00CE22ED"/>
    <w:rsid w:val="00CF61D1"/>
    <w:rsid w:val="00D220D8"/>
    <w:rsid w:val="00D34EDF"/>
    <w:rsid w:val="00D356C9"/>
    <w:rsid w:val="00D50778"/>
    <w:rsid w:val="00D51DCE"/>
    <w:rsid w:val="00D671E7"/>
    <w:rsid w:val="00D72CC6"/>
    <w:rsid w:val="00D96640"/>
    <w:rsid w:val="00DC3D7E"/>
    <w:rsid w:val="00DF7A8E"/>
    <w:rsid w:val="00E000D3"/>
    <w:rsid w:val="00E034EB"/>
    <w:rsid w:val="00E0793F"/>
    <w:rsid w:val="00E25362"/>
    <w:rsid w:val="00E5411B"/>
    <w:rsid w:val="00E6616A"/>
    <w:rsid w:val="00E71341"/>
    <w:rsid w:val="00E75BDD"/>
    <w:rsid w:val="00E95B3A"/>
    <w:rsid w:val="00EA2BFD"/>
    <w:rsid w:val="00EA2EC4"/>
    <w:rsid w:val="00EA61F6"/>
    <w:rsid w:val="00EB193F"/>
    <w:rsid w:val="00EC76C1"/>
    <w:rsid w:val="00ED2089"/>
    <w:rsid w:val="00EF253B"/>
    <w:rsid w:val="00EF64C2"/>
    <w:rsid w:val="00F016A6"/>
    <w:rsid w:val="00F01F1C"/>
    <w:rsid w:val="00F03013"/>
    <w:rsid w:val="00F232C6"/>
    <w:rsid w:val="00F242D3"/>
    <w:rsid w:val="00F32B17"/>
    <w:rsid w:val="00F43DC0"/>
    <w:rsid w:val="00F4502F"/>
    <w:rsid w:val="00F53C49"/>
    <w:rsid w:val="00F54B8B"/>
    <w:rsid w:val="00F85900"/>
    <w:rsid w:val="00FA379B"/>
    <w:rsid w:val="00FA7996"/>
    <w:rsid w:val="00FB376C"/>
    <w:rsid w:val="00FD1598"/>
    <w:rsid w:val="00FE7707"/>
    <w:rsid w:val="00FF7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ED89392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DE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rd">
    <w:name w:val="Normal"/>
    <w:autoRedefine/>
    <w:qFormat/>
    <w:rsid w:val="008D0934"/>
    <w:pPr>
      <w:jc w:val="both"/>
    </w:pPr>
    <w:rPr>
      <w:rFonts w:ascii="Arial" w:hAnsi="Arial" w:cs="Arial"/>
      <w:bCs/>
      <w:lang w:eastAsia="de-DE"/>
    </w:rPr>
  </w:style>
  <w:style w:type="paragraph" w:styleId="berschrift1">
    <w:name w:val="heading 1"/>
    <w:basedOn w:val="Standard"/>
    <w:next w:val="Standard"/>
    <w:autoRedefine/>
    <w:qFormat/>
    <w:rsid w:val="008158E9"/>
    <w:pPr>
      <w:keepNext/>
      <w:widowControl w:val="0"/>
      <w:autoSpaceDE w:val="0"/>
      <w:autoSpaceDN w:val="0"/>
      <w:adjustRightInd w:val="0"/>
      <w:jc w:val="left"/>
      <w:outlineLvl w:val="0"/>
    </w:pPr>
    <w:rPr>
      <w:bCs w:val="0"/>
      <w:sz w:val="24"/>
      <w:szCs w:val="24"/>
    </w:rPr>
  </w:style>
  <w:style w:type="paragraph" w:styleId="berschrift2">
    <w:name w:val="heading 2"/>
    <w:basedOn w:val="Standard"/>
    <w:next w:val="Standard"/>
    <w:autoRedefine/>
    <w:qFormat/>
    <w:rsid w:val="0081362C"/>
    <w:pPr>
      <w:keepNext/>
      <w:jc w:val="center"/>
      <w:outlineLvl w:val="1"/>
    </w:pPr>
    <w:rPr>
      <w:b/>
    </w:rPr>
  </w:style>
  <w:style w:type="paragraph" w:styleId="berschrift3">
    <w:name w:val="heading 3"/>
    <w:basedOn w:val="Standard"/>
    <w:next w:val="Standard"/>
    <w:link w:val="berschrift3Zchn"/>
    <w:autoRedefine/>
    <w:qFormat/>
    <w:rsid w:val="00420634"/>
    <w:pPr>
      <w:keepNext/>
      <w:numPr>
        <w:numId w:val="23"/>
      </w:numPr>
      <w:spacing w:before="240" w:after="240"/>
      <w:outlineLvl w:val="2"/>
    </w:pPr>
    <w:rPr>
      <w:bCs w:val="0"/>
      <w:szCs w:val="26"/>
      <w:u w:val="single"/>
    </w:rPr>
  </w:style>
  <w:style w:type="paragraph" w:styleId="berschrift4">
    <w:name w:val="heading 4"/>
    <w:basedOn w:val="Standard"/>
    <w:next w:val="Text2"/>
    <w:autoRedefine/>
    <w:qFormat/>
    <w:rsid w:val="00A940CC"/>
    <w:pPr>
      <w:keepNext/>
      <w:numPr>
        <w:ilvl w:val="1"/>
        <w:numId w:val="23"/>
      </w:numPr>
      <w:tabs>
        <w:tab w:val="clear" w:pos="1429"/>
        <w:tab w:val="left" w:pos="1247"/>
      </w:tabs>
      <w:spacing w:before="240" w:after="120"/>
      <w:outlineLvl w:val="3"/>
    </w:pPr>
    <w:rPr>
      <w:bCs w:val="0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bsatzstandardschriftart">
    <w:name w:val="Absatzstandardschriftart"/>
    <w:uiPriority w:val="1"/>
    <w:semiHidden/>
    <w:unhideWhenUsed/>
  </w:style>
  <w:style w:type="paragraph" w:customStyle="1" w:styleId="Text">
    <w:name w:val="Text"/>
    <w:basedOn w:val="Standard"/>
    <w:autoRedefine/>
    <w:rsid w:val="005718F0"/>
    <w:pPr>
      <w:tabs>
        <w:tab w:val="left" w:pos="1080"/>
      </w:tabs>
      <w:spacing w:after="120"/>
      <w:ind w:left="709"/>
    </w:pPr>
  </w:style>
  <w:style w:type="paragraph" w:customStyle="1" w:styleId="Text2">
    <w:name w:val="Text 2"/>
    <w:basedOn w:val="Text"/>
    <w:autoRedefine/>
    <w:rsid w:val="004874A5"/>
    <w:pPr>
      <w:ind w:left="1247"/>
    </w:pPr>
  </w:style>
  <w:style w:type="paragraph" w:customStyle="1" w:styleId="Aufzhlung1">
    <w:name w:val="Aufzählung 1"/>
    <w:basedOn w:val="Text"/>
    <w:autoRedefine/>
    <w:rsid w:val="00376849"/>
    <w:pPr>
      <w:ind w:left="0"/>
    </w:pPr>
  </w:style>
  <w:style w:type="paragraph" w:styleId="Kopfzeile">
    <w:name w:val="header"/>
    <w:basedOn w:val="Standard"/>
    <w:autoRedefine/>
    <w:rsid w:val="00A11F7C"/>
    <w:pPr>
      <w:tabs>
        <w:tab w:val="center" w:pos="4536"/>
        <w:tab w:val="right" w:pos="9072"/>
      </w:tabs>
    </w:pPr>
    <w:rPr>
      <w:sz w:val="24"/>
      <w:szCs w:val="24"/>
    </w:rPr>
  </w:style>
  <w:style w:type="paragraph" w:styleId="Fuzeile">
    <w:name w:val="footer"/>
    <w:basedOn w:val="Standard"/>
    <w:autoRedefine/>
    <w:rsid w:val="000766DE"/>
    <w:pPr>
      <w:tabs>
        <w:tab w:val="center" w:pos="4536"/>
        <w:tab w:val="right" w:pos="9072"/>
      </w:tabs>
    </w:pPr>
    <w:rPr>
      <w:sz w:val="16"/>
    </w:rPr>
  </w:style>
  <w:style w:type="paragraph" w:styleId="Textkrper2">
    <w:name w:val="Body Text 2"/>
    <w:basedOn w:val="Standard"/>
    <w:rsid w:val="004877CD"/>
    <w:rPr>
      <w:b/>
    </w:rPr>
  </w:style>
  <w:style w:type="paragraph" w:customStyle="1" w:styleId="Aufzhlung2">
    <w:name w:val="Aufzählung 2"/>
    <w:basedOn w:val="Text2"/>
    <w:autoRedefine/>
    <w:rsid w:val="00307DEB"/>
    <w:pPr>
      <w:numPr>
        <w:numId w:val="21"/>
      </w:numPr>
    </w:pPr>
  </w:style>
  <w:style w:type="character" w:customStyle="1" w:styleId="berschrift3Zchn">
    <w:name w:val="Überschrift 3 Zchn"/>
    <w:link w:val="berschrift3"/>
    <w:rsid w:val="00420634"/>
    <w:rPr>
      <w:rFonts w:ascii="Arial" w:hAnsi="Arial" w:cs="Arial"/>
      <w:bCs/>
      <w:sz w:val="22"/>
      <w:szCs w:val="26"/>
      <w:u w:val="single"/>
      <w:lang w:val="de-DE" w:eastAsia="de-DE" w:bidi="ar-SA"/>
    </w:rPr>
  </w:style>
  <w:style w:type="paragraph" w:customStyle="1" w:styleId="Text3">
    <w:name w:val="Text 3"/>
    <w:basedOn w:val="Text2"/>
    <w:rsid w:val="005B2DED"/>
    <w:pPr>
      <w:ind w:left="1607"/>
    </w:pPr>
  </w:style>
  <w:style w:type="paragraph" w:customStyle="1" w:styleId="Textkrpereinzug3">
    <w:name w:val="Textkörpereinzug 3"/>
    <w:basedOn w:val="Standard"/>
    <w:link w:val="Textkrpereinzug3Zeichen"/>
    <w:rsid w:val="004877CD"/>
    <w:pPr>
      <w:spacing w:after="120"/>
      <w:ind w:left="283"/>
    </w:pPr>
    <w:rPr>
      <w:sz w:val="16"/>
      <w:szCs w:val="16"/>
    </w:rPr>
  </w:style>
  <w:style w:type="paragraph" w:customStyle="1" w:styleId="Textkrper21">
    <w:name w:val="Textkörper 21"/>
    <w:basedOn w:val="Standard"/>
    <w:rsid w:val="004877CD"/>
    <w:pPr>
      <w:widowControl w:val="0"/>
      <w:jc w:val="left"/>
    </w:pPr>
    <w:rPr>
      <w:rFonts w:ascii="Times New Roman" w:hAnsi="Times New Roman"/>
      <w:sz w:val="24"/>
    </w:rPr>
  </w:style>
  <w:style w:type="paragraph" w:customStyle="1" w:styleId="FormatvorlageTitelArial18pt">
    <w:name w:val="Formatvorlage Titel + Arial 18 pt"/>
    <w:basedOn w:val="Titel"/>
    <w:autoRedefine/>
    <w:rsid w:val="0008020F"/>
    <w:pPr>
      <w:spacing w:before="0" w:after="0"/>
      <w:outlineLvl w:val="9"/>
    </w:pPr>
    <w:rPr>
      <w:caps/>
      <w:kern w:val="0"/>
      <w:sz w:val="36"/>
      <w:szCs w:val="36"/>
    </w:rPr>
  </w:style>
  <w:style w:type="paragraph" w:styleId="Titel">
    <w:name w:val="Title"/>
    <w:basedOn w:val="Standard"/>
    <w:qFormat/>
    <w:rsid w:val="0008020F"/>
    <w:pPr>
      <w:spacing w:before="240" w:after="60"/>
      <w:jc w:val="center"/>
      <w:outlineLvl w:val="0"/>
    </w:pPr>
    <w:rPr>
      <w:b/>
      <w:bCs w:val="0"/>
      <w:kern w:val="28"/>
      <w:sz w:val="32"/>
      <w:szCs w:val="32"/>
    </w:rPr>
  </w:style>
  <w:style w:type="paragraph" w:customStyle="1" w:styleId="Aufzhlung3">
    <w:name w:val="Aufzählung 3"/>
    <w:basedOn w:val="Aufzhlung1"/>
    <w:autoRedefine/>
    <w:rsid w:val="00376849"/>
    <w:pPr>
      <w:numPr>
        <w:numId w:val="20"/>
      </w:numPr>
      <w:tabs>
        <w:tab w:val="clear" w:pos="709"/>
      </w:tabs>
      <w:ind w:left="1418" w:hanging="709"/>
    </w:pPr>
  </w:style>
  <w:style w:type="table" w:styleId="Tabellenraster">
    <w:name w:val="Table Grid"/>
    <w:basedOn w:val="NormaleTabelle"/>
    <w:rsid w:val="00D72CC6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08Anrede">
    <w:name w:val="08 Anrede"/>
    <w:basedOn w:val="Standard"/>
    <w:next w:val="Standard"/>
    <w:autoRedefine/>
    <w:rsid w:val="003C7B87"/>
    <w:pPr>
      <w:jc w:val="left"/>
    </w:pPr>
  </w:style>
  <w:style w:type="character" w:customStyle="1" w:styleId="Textkrpereinzug3Zeichen">
    <w:name w:val="Textkörpereinzug 3 Zeichen"/>
    <w:link w:val="Textkrpereinzug3"/>
    <w:rsid w:val="00C5018A"/>
    <w:rPr>
      <w:rFonts w:ascii="Arial" w:hAnsi="Arial"/>
      <w:sz w:val="16"/>
      <w:szCs w:val="16"/>
      <w:lang w:val="de-DE" w:eastAsia="de-DE" w:bidi="ar-SA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446CC"/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link w:val="Sprechblasentext"/>
    <w:uiPriority w:val="99"/>
    <w:semiHidden/>
    <w:rsid w:val="004446CC"/>
    <w:rPr>
      <w:rFonts w:ascii="Lucida Grande" w:hAnsi="Lucida Grande" w:cs="Lucida Grande"/>
      <w:b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Users:Andreas:Documents:Daten:Privat:Neuer%20Ordner:Anlage_01__Vordruck__Objektbesichtigung.dotx" TargetMode="Externa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ac6d8ec-14ef-4610-b833-d261a401477d" xsi:nil="true"/>
    <lcf76f155ced4ddcb4097134ff3c332f xmlns="c9bc77f4-c76a-4b95-a278-f800d00b6e5c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37125C01A2143AABE1ED75086ECEB" ma:contentTypeVersion="18" ma:contentTypeDescription="Ein neues Dokument erstellen." ma:contentTypeScope="" ma:versionID="2ff65d3cbacd946fbd40475a4cb4e984">
  <xsd:schema xmlns:xsd="http://www.w3.org/2001/XMLSchema" xmlns:xs="http://www.w3.org/2001/XMLSchema" xmlns:p="http://schemas.microsoft.com/office/2006/metadata/properties" xmlns:ns2="dac6d8ec-14ef-4610-b833-d261a401477d" xmlns:ns3="c9bc77f4-c76a-4b95-a278-f800d00b6e5c" targetNamespace="http://schemas.microsoft.com/office/2006/metadata/properties" ma:root="true" ma:fieldsID="a404b7041451de748df48c0bb99e88af" ns2:_="" ns3:_="">
    <xsd:import namespace="dac6d8ec-14ef-4610-b833-d261a401477d"/>
    <xsd:import namespace="c9bc77f4-c76a-4b95-a278-f800d00b6e5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2:TaxCatchAll" minOccurs="0"/>
                <xsd:element ref="ns3:lcf76f155ced4ddcb4097134ff3c332f" minOccurs="0"/>
                <xsd:element ref="ns3:MediaServiceSearchPropertie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c6d8ec-14ef-4610-b833-d261a401477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00596e36-2687-4276-97c5-3cc341123960}" ma:internalName="TaxCatchAll" ma:showField="CatchAllData" ma:web="dac6d8ec-14ef-4610-b833-d261a401477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bc77f4-c76a-4b95-a278-f800d00b6e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Bildmarkierungen" ma:readOnly="false" ma:fieldId="{5cf76f15-5ced-4ddc-b409-7134ff3c332f}" ma:taxonomyMulti="true" ma:sspId="c6527cbe-87d8-49f2-bf1f-d4732d96fdf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50410A8-694B-4775-85FB-DAE3779D42A7}">
  <ds:schemaRefs>
    <ds:schemaRef ds:uri="http://schemas.microsoft.com/office/2006/metadata/properties"/>
    <ds:schemaRef ds:uri="http://schemas.microsoft.com/office/infopath/2007/PartnerControls"/>
    <ds:schemaRef ds:uri="dac6d8ec-14ef-4610-b833-d261a401477d"/>
    <ds:schemaRef ds:uri="c9bc77f4-c76a-4b95-a278-f800d00b6e5c"/>
  </ds:schemaRefs>
</ds:datastoreItem>
</file>

<file path=customXml/itemProps2.xml><?xml version="1.0" encoding="utf-8"?>
<ds:datastoreItem xmlns:ds="http://schemas.openxmlformats.org/officeDocument/2006/customXml" ds:itemID="{06596846-29F7-4077-8680-09D2847BC933}"/>
</file>

<file path=customXml/itemProps3.xml><?xml version="1.0" encoding="utf-8"?>
<ds:datastoreItem xmlns:ds="http://schemas.openxmlformats.org/officeDocument/2006/customXml" ds:itemID="{86BA2DFE-BB08-4395-97E2-483A0E7CE61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Macintosh%20HD:Users:Andreas:Documents:Daten:Privat:Neuer%20Ordner:Anlage_01__Vordruck__Objektbesichtigung.dotx</Template>
  <TotalTime>0</TotalTime>
  <Pages>1</Pages>
  <Words>122</Words>
  <Characters>775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896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7</cp:revision>
  <cp:lastPrinted>2011-02-15T10:58:00Z</cp:lastPrinted>
  <dcterms:created xsi:type="dcterms:W3CDTF">2026-01-21T13:59:00Z</dcterms:created>
  <dcterms:modified xsi:type="dcterms:W3CDTF">2026-01-21T14:03:00Z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0x01010052537125C01A2143AABE1ED75086ECEB</vt:lpwstr>
  </property>
  <property fmtid="{D5CDD505-2E9C-101B-9397-08002B2CF9AE}" pid="3" name="Order">
    <vt:r8>3163300</vt:r8>
  </property>
  <property fmtid="{D5CDD505-2E9C-101B-9397-08002B2CF9AE}" pid="4" name="MediaServiceImageTags">
    <vt:lpwstr/>
  </property>
</Properties>
</file>